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EF7" w:rsidRDefault="007D5494" w:rsidP="00AE3EF7">
      <w:pPr>
        <w:rPr>
          <w:sz w:val="24"/>
          <w:szCs w:val="24"/>
        </w:rPr>
      </w:pPr>
      <w:bookmarkStart w:id="0" w:name="_GoBack"/>
      <w:bookmarkEnd w:id="0"/>
      <w:r w:rsidRPr="00AE3EF7">
        <w:rPr>
          <w:sz w:val="24"/>
          <w:szCs w:val="24"/>
        </w:rPr>
        <w:t>Additional Locations</w:t>
      </w:r>
      <w:r w:rsidR="00182622" w:rsidRPr="00AE3EF7">
        <w:rPr>
          <w:sz w:val="24"/>
          <w:szCs w:val="24"/>
        </w:rPr>
        <w:t xml:space="preserve"> Montgomery County Residents may </w:t>
      </w:r>
      <w:r w:rsidR="00AE3EF7" w:rsidRPr="00AE3EF7">
        <w:rPr>
          <w:sz w:val="24"/>
          <w:szCs w:val="24"/>
        </w:rPr>
        <w:t>receive</w:t>
      </w:r>
      <w:r w:rsidRPr="00AE3EF7">
        <w:rPr>
          <w:sz w:val="24"/>
          <w:szCs w:val="24"/>
        </w:rPr>
        <w:t xml:space="preserve"> a </w:t>
      </w:r>
      <w:r w:rsidR="009A36FC" w:rsidRPr="00AE3EF7">
        <w:rPr>
          <w:sz w:val="24"/>
          <w:szCs w:val="24"/>
        </w:rPr>
        <w:t>N</w:t>
      </w:r>
      <w:r w:rsidRPr="00AE3EF7">
        <w:rPr>
          <w:b/>
          <w:sz w:val="24"/>
          <w:szCs w:val="24"/>
        </w:rPr>
        <w:t>o Cost</w:t>
      </w:r>
      <w:r w:rsidRPr="00AE3EF7">
        <w:rPr>
          <w:sz w:val="24"/>
          <w:szCs w:val="24"/>
        </w:rPr>
        <w:t xml:space="preserve"> Flu Shot in Montgomery County</w:t>
      </w:r>
      <w:r w:rsidR="00AE3EF7">
        <w:rPr>
          <w:sz w:val="24"/>
          <w:szCs w:val="24"/>
        </w:rPr>
        <w:t>-</w:t>
      </w:r>
    </w:p>
    <w:p w:rsidR="00AE3EF7" w:rsidRPr="00AE3EF7" w:rsidRDefault="00E82D86" w:rsidP="00AE3EF7">
      <w:pPr>
        <w:rPr>
          <w:sz w:val="24"/>
          <w:szCs w:val="24"/>
        </w:rPr>
      </w:pPr>
      <w:r w:rsidRPr="00AE3EF7">
        <w:rPr>
          <w:sz w:val="24"/>
          <w:szCs w:val="24"/>
        </w:rPr>
        <w:t xml:space="preserve">Flu Clinics </w:t>
      </w:r>
      <w:r w:rsidR="00182622" w:rsidRPr="00AE3EF7">
        <w:rPr>
          <w:sz w:val="24"/>
          <w:szCs w:val="24"/>
        </w:rPr>
        <w:t>Hosted by Detweiler Family Medicine, the Montgomery County Health Department</w:t>
      </w:r>
      <w:r w:rsidR="00A122AD" w:rsidRPr="00AE3EF7">
        <w:rPr>
          <w:sz w:val="24"/>
          <w:szCs w:val="24"/>
        </w:rPr>
        <w:t>, Main Line Health</w:t>
      </w:r>
      <w:r w:rsidR="00AE3EF7">
        <w:rPr>
          <w:sz w:val="24"/>
          <w:szCs w:val="24"/>
        </w:rPr>
        <w:t>,</w:t>
      </w:r>
      <w:r w:rsidR="00182622" w:rsidRPr="00AE3EF7">
        <w:rPr>
          <w:sz w:val="24"/>
          <w:szCs w:val="24"/>
        </w:rPr>
        <w:t xml:space="preserve"> and the Norristown</w:t>
      </w:r>
      <w:r w:rsidR="00AE3EF7">
        <w:rPr>
          <w:sz w:val="24"/>
          <w:szCs w:val="24"/>
        </w:rPr>
        <w:t xml:space="preserve"> Area</w:t>
      </w:r>
      <w:r w:rsidR="00182622" w:rsidRPr="00AE3EF7">
        <w:rPr>
          <w:sz w:val="24"/>
          <w:szCs w:val="24"/>
        </w:rPr>
        <w:t xml:space="preserve"> School District</w:t>
      </w:r>
      <w:r w:rsidR="00AE3EF7">
        <w:rPr>
          <w:sz w:val="24"/>
          <w:szCs w:val="24"/>
        </w:rPr>
        <w:t xml:space="preserve"> for anyone aged 6 months of age or older</w:t>
      </w:r>
      <w:r w:rsidRPr="00AE3EF7">
        <w:rPr>
          <w:sz w:val="24"/>
          <w:szCs w:val="24"/>
        </w:rPr>
        <w:t xml:space="preserve"> will be held on:</w:t>
      </w:r>
    </w:p>
    <w:p w:rsidR="00E82D86" w:rsidRPr="00AE3EF7" w:rsidRDefault="00182622" w:rsidP="0018262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E3EF7">
        <w:rPr>
          <w:b/>
          <w:sz w:val="24"/>
          <w:szCs w:val="24"/>
          <w:u w:val="single"/>
        </w:rPr>
        <w:t>Tuesday, October 4</w:t>
      </w:r>
      <w:r w:rsidR="00E82D86" w:rsidRPr="00AE3EF7">
        <w:rPr>
          <w:b/>
          <w:sz w:val="24"/>
          <w:szCs w:val="24"/>
          <w:u w:val="single"/>
          <w:vertAlign w:val="superscript"/>
        </w:rPr>
        <w:t>th</w:t>
      </w:r>
      <w:r w:rsidR="00E82D86" w:rsidRPr="00AE3EF7">
        <w:rPr>
          <w:b/>
          <w:sz w:val="24"/>
          <w:szCs w:val="24"/>
          <w:u w:val="single"/>
        </w:rPr>
        <w:t xml:space="preserve"> </w:t>
      </w:r>
      <w:r w:rsidRPr="00AE3EF7">
        <w:rPr>
          <w:b/>
          <w:sz w:val="24"/>
          <w:szCs w:val="24"/>
          <w:u w:val="single"/>
        </w:rPr>
        <w:t xml:space="preserve"> from 4</w:t>
      </w:r>
      <w:r w:rsidR="00E82D86" w:rsidRPr="00AE3EF7">
        <w:rPr>
          <w:b/>
          <w:sz w:val="24"/>
          <w:szCs w:val="24"/>
          <w:u w:val="single"/>
        </w:rPr>
        <w:t xml:space="preserve"> PM </w:t>
      </w:r>
      <w:r w:rsidRPr="00AE3EF7">
        <w:rPr>
          <w:b/>
          <w:sz w:val="24"/>
          <w:szCs w:val="24"/>
          <w:u w:val="single"/>
        </w:rPr>
        <w:t xml:space="preserve">-7 </w:t>
      </w:r>
      <w:r w:rsidR="00E82D86" w:rsidRPr="00AE3EF7">
        <w:rPr>
          <w:b/>
          <w:sz w:val="24"/>
          <w:szCs w:val="24"/>
          <w:u w:val="single"/>
        </w:rPr>
        <w:t>PM</w:t>
      </w:r>
      <w:r w:rsidR="00E82D86" w:rsidRPr="00AE3EF7">
        <w:rPr>
          <w:sz w:val="24"/>
          <w:szCs w:val="24"/>
        </w:rPr>
        <w:t xml:space="preserve"> </w:t>
      </w:r>
      <w:r w:rsidRPr="00AE3EF7">
        <w:rPr>
          <w:sz w:val="24"/>
          <w:szCs w:val="24"/>
        </w:rPr>
        <w:t xml:space="preserve">at Eisenhower Science </w:t>
      </w:r>
      <w:r w:rsidR="00E82D86" w:rsidRPr="00AE3EF7">
        <w:rPr>
          <w:sz w:val="24"/>
          <w:szCs w:val="24"/>
        </w:rPr>
        <w:t xml:space="preserve">&amp; Technology Leadership Academy (ESTLA), </w:t>
      </w:r>
      <w:r w:rsidR="00AE3EF7" w:rsidRPr="00AE3EF7">
        <w:rPr>
          <w:sz w:val="24"/>
          <w:szCs w:val="24"/>
        </w:rPr>
        <w:t>1601 Markley St</w:t>
      </w:r>
      <w:r w:rsidR="00F20660">
        <w:rPr>
          <w:sz w:val="24"/>
          <w:szCs w:val="24"/>
        </w:rPr>
        <w:t>.</w:t>
      </w:r>
      <w:r w:rsidR="00AE3EF7" w:rsidRPr="00AE3EF7">
        <w:rPr>
          <w:sz w:val="24"/>
          <w:szCs w:val="24"/>
        </w:rPr>
        <w:t>, Norristown, PA 19401</w:t>
      </w:r>
    </w:p>
    <w:p w:rsidR="00182622" w:rsidRPr="00AE3EF7" w:rsidRDefault="00182622" w:rsidP="0018262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E3EF7">
        <w:rPr>
          <w:b/>
          <w:sz w:val="24"/>
          <w:szCs w:val="24"/>
          <w:u w:val="single"/>
        </w:rPr>
        <w:t>Thursday, October 27</w:t>
      </w:r>
      <w:r w:rsidRPr="00AE3EF7">
        <w:rPr>
          <w:b/>
          <w:sz w:val="24"/>
          <w:szCs w:val="24"/>
          <w:u w:val="single"/>
          <w:vertAlign w:val="superscript"/>
        </w:rPr>
        <w:t>th</w:t>
      </w:r>
      <w:r w:rsidRPr="00AE3EF7">
        <w:rPr>
          <w:b/>
          <w:sz w:val="24"/>
          <w:szCs w:val="24"/>
          <w:u w:val="single"/>
        </w:rPr>
        <w:t xml:space="preserve"> from 4</w:t>
      </w:r>
      <w:r w:rsidR="00E82D86" w:rsidRPr="00AE3EF7">
        <w:rPr>
          <w:b/>
          <w:sz w:val="24"/>
          <w:szCs w:val="24"/>
          <w:u w:val="single"/>
        </w:rPr>
        <w:t xml:space="preserve"> PM </w:t>
      </w:r>
      <w:r w:rsidRPr="00AE3EF7">
        <w:rPr>
          <w:b/>
          <w:sz w:val="24"/>
          <w:szCs w:val="24"/>
          <w:u w:val="single"/>
        </w:rPr>
        <w:t xml:space="preserve">-7 </w:t>
      </w:r>
      <w:r w:rsidR="00E82D86" w:rsidRPr="00AE3EF7">
        <w:rPr>
          <w:b/>
          <w:sz w:val="24"/>
          <w:szCs w:val="24"/>
          <w:u w:val="single"/>
        </w:rPr>
        <w:t>PM</w:t>
      </w:r>
      <w:r w:rsidRPr="00AE3EF7">
        <w:rPr>
          <w:sz w:val="24"/>
          <w:szCs w:val="24"/>
        </w:rPr>
        <w:t xml:space="preserve"> at Norristown Area High School</w:t>
      </w:r>
      <w:r w:rsidR="00E82D86" w:rsidRPr="00AE3EF7">
        <w:rPr>
          <w:sz w:val="24"/>
          <w:szCs w:val="24"/>
        </w:rPr>
        <w:t xml:space="preserve"> (NAHS),</w:t>
      </w:r>
      <w:r w:rsidR="00AE3EF7" w:rsidRPr="00AE3EF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="00AE3EF7" w:rsidRPr="00AE3EF7">
        <w:rPr>
          <w:sz w:val="24"/>
          <w:szCs w:val="24"/>
        </w:rPr>
        <w:t>1900 Eagle Dr</w:t>
      </w:r>
      <w:r w:rsidR="00F20660">
        <w:rPr>
          <w:sz w:val="24"/>
          <w:szCs w:val="24"/>
        </w:rPr>
        <w:t>.</w:t>
      </w:r>
      <w:r w:rsidR="00AE3EF7" w:rsidRPr="00AE3EF7">
        <w:rPr>
          <w:sz w:val="24"/>
          <w:szCs w:val="24"/>
        </w:rPr>
        <w:t xml:space="preserve">, Norristown, PA 19401, </w:t>
      </w:r>
      <w:r w:rsidR="00E82D86" w:rsidRPr="00AE3EF7">
        <w:rPr>
          <w:sz w:val="24"/>
          <w:szCs w:val="24"/>
        </w:rPr>
        <w:t xml:space="preserve"> </w:t>
      </w:r>
    </w:p>
    <w:p w:rsidR="00E82D86" w:rsidRPr="00AE3EF7" w:rsidRDefault="00E82D86" w:rsidP="00E82D86">
      <w:pPr>
        <w:rPr>
          <w:b/>
          <w:sz w:val="24"/>
          <w:szCs w:val="24"/>
        </w:rPr>
      </w:pPr>
      <w:r w:rsidRPr="00AE3EF7">
        <w:rPr>
          <w:b/>
          <w:sz w:val="24"/>
          <w:szCs w:val="24"/>
        </w:rPr>
        <w:t>Walk-ins are welcome but please consider pre-registration so wait times are not prolonged.</w:t>
      </w:r>
    </w:p>
    <w:p w:rsidR="00E82D86" w:rsidRPr="00AE3EF7" w:rsidRDefault="00182622" w:rsidP="00A122AD">
      <w:pPr>
        <w:ind w:right="-450"/>
        <w:rPr>
          <w:sz w:val="24"/>
          <w:szCs w:val="24"/>
        </w:rPr>
      </w:pPr>
      <w:r w:rsidRPr="00AE3EF7">
        <w:rPr>
          <w:sz w:val="24"/>
          <w:szCs w:val="24"/>
        </w:rPr>
        <w:t>To pre-register for attendance</w:t>
      </w:r>
      <w:r w:rsidR="00E82D86" w:rsidRPr="00AE3EF7">
        <w:rPr>
          <w:sz w:val="24"/>
          <w:szCs w:val="24"/>
        </w:rPr>
        <w:t xml:space="preserve"> to ESTLA</w:t>
      </w:r>
      <w:r w:rsidRPr="00AE3EF7">
        <w:rPr>
          <w:sz w:val="24"/>
          <w:szCs w:val="24"/>
        </w:rPr>
        <w:t>, please click on the following link:</w:t>
      </w:r>
      <w:r w:rsidR="009A36FC" w:rsidRPr="00AE3EF7">
        <w:rPr>
          <w:sz w:val="24"/>
          <w:szCs w:val="24"/>
        </w:rPr>
        <w:softHyphen/>
      </w:r>
      <w:r w:rsidR="009A36FC" w:rsidRPr="00AE3EF7">
        <w:rPr>
          <w:sz w:val="24"/>
          <w:szCs w:val="24"/>
        </w:rPr>
        <w:softHyphen/>
      </w:r>
      <w:r w:rsidR="009A36FC" w:rsidRPr="00AE3EF7">
        <w:rPr>
          <w:sz w:val="24"/>
          <w:szCs w:val="24"/>
        </w:rPr>
        <w:softHyphen/>
      </w:r>
      <w:r w:rsidR="009A36FC" w:rsidRPr="00AE3EF7">
        <w:rPr>
          <w:sz w:val="24"/>
          <w:szCs w:val="24"/>
        </w:rPr>
        <w:softHyphen/>
      </w:r>
      <w:r w:rsidR="009A36FC" w:rsidRPr="00AE3EF7">
        <w:rPr>
          <w:sz w:val="24"/>
          <w:szCs w:val="24"/>
        </w:rPr>
        <w:softHyphen/>
      </w:r>
      <w:r w:rsidR="009A36FC" w:rsidRPr="00AE3EF7">
        <w:rPr>
          <w:sz w:val="24"/>
          <w:szCs w:val="24"/>
        </w:rPr>
        <w:softHyphen/>
      </w:r>
      <w:r w:rsidR="009A36FC" w:rsidRPr="00AE3EF7">
        <w:rPr>
          <w:sz w:val="24"/>
          <w:szCs w:val="24"/>
        </w:rPr>
        <w:softHyphen/>
      </w:r>
      <w:r w:rsidR="009A36FC" w:rsidRPr="00AE3EF7">
        <w:rPr>
          <w:sz w:val="24"/>
          <w:szCs w:val="24"/>
        </w:rPr>
        <w:softHyphen/>
      </w:r>
      <w:r w:rsidR="009A36FC" w:rsidRPr="00AE3EF7">
        <w:rPr>
          <w:sz w:val="24"/>
          <w:szCs w:val="24"/>
        </w:rPr>
        <w:softHyphen/>
      </w:r>
      <w:r w:rsidR="009A36FC" w:rsidRPr="00AE3EF7">
        <w:rPr>
          <w:sz w:val="24"/>
          <w:szCs w:val="24"/>
        </w:rPr>
        <w:softHyphen/>
      </w:r>
      <w:r w:rsidR="009A36FC" w:rsidRPr="00AE3EF7">
        <w:rPr>
          <w:sz w:val="24"/>
          <w:szCs w:val="24"/>
        </w:rPr>
        <w:softHyphen/>
      </w:r>
      <w:r w:rsidR="009A36FC" w:rsidRPr="00AE3EF7">
        <w:rPr>
          <w:sz w:val="24"/>
          <w:szCs w:val="24"/>
        </w:rPr>
        <w:softHyphen/>
      </w:r>
      <w:r w:rsidR="009A36FC" w:rsidRPr="00AE3EF7">
        <w:rPr>
          <w:sz w:val="24"/>
          <w:szCs w:val="24"/>
        </w:rPr>
        <w:softHyphen/>
      </w:r>
      <w:hyperlink r:id="rId5" w:tooltip="https://norristown20161004.questionpro.com&#10;Ctrl+Click or tap to follow the link" w:history="1">
        <w:r w:rsidRPr="00AE3EF7">
          <w:rPr>
            <w:rStyle w:val="Hyperlink"/>
            <w:sz w:val="24"/>
            <w:szCs w:val="24"/>
          </w:rPr>
          <w:t>https://norristown20161004.questionpro.com</w:t>
        </w:r>
      </w:hyperlink>
      <w:r w:rsidRPr="00AE3EF7">
        <w:rPr>
          <w:sz w:val="24"/>
          <w:szCs w:val="24"/>
        </w:rPr>
        <w:t xml:space="preserve">; </w:t>
      </w:r>
    </w:p>
    <w:p w:rsidR="00E82D86" w:rsidRPr="00AE3EF7" w:rsidRDefault="00E82D86" w:rsidP="00182622">
      <w:pPr>
        <w:rPr>
          <w:sz w:val="24"/>
          <w:szCs w:val="24"/>
        </w:rPr>
      </w:pPr>
      <w:r w:rsidRPr="00AE3EF7">
        <w:rPr>
          <w:sz w:val="24"/>
          <w:szCs w:val="24"/>
        </w:rPr>
        <w:t>To pre-register for attendance at NAHS, please click on the following link:</w:t>
      </w:r>
      <w:r w:rsidR="00F20660">
        <w:rPr>
          <w:sz w:val="24"/>
          <w:szCs w:val="24"/>
        </w:rPr>
        <w:t xml:space="preserve"> </w:t>
      </w:r>
      <w:hyperlink r:id="rId6" w:history="1">
        <w:r w:rsidR="00182622" w:rsidRPr="00AE3EF7">
          <w:rPr>
            <w:rStyle w:val="Hyperlink"/>
            <w:sz w:val="24"/>
            <w:szCs w:val="24"/>
          </w:rPr>
          <w:t>https://norristown20161027.questionpro.com</w:t>
        </w:r>
      </w:hyperlink>
      <w:r w:rsidRPr="00AE3EF7">
        <w:rPr>
          <w:sz w:val="24"/>
          <w:szCs w:val="24"/>
        </w:rPr>
        <w:t xml:space="preserve"> </w:t>
      </w:r>
    </w:p>
    <w:p w:rsidR="00AE3EF7" w:rsidRDefault="00AE3EF7" w:rsidP="00AE3EF7">
      <w:pPr>
        <w:pStyle w:val="ListParagraph"/>
        <w:ind w:left="1440"/>
        <w:rPr>
          <w:sz w:val="24"/>
          <w:szCs w:val="24"/>
        </w:rPr>
      </w:pPr>
    </w:p>
    <w:p w:rsidR="00AE3EF7" w:rsidRDefault="00A122AD" w:rsidP="00AE3EF7">
      <w:pPr>
        <w:pStyle w:val="ListParagraph"/>
        <w:ind w:left="1440" w:hanging="1440"/>
        <w:rPr>
          <w:sz w:val="24"/>
          <w:szCs w:val="24"/>
        </w:rPr>
      </w:pPr>
      <w:r w:rsidRPr="00AE3EF7">
        <w:rPr>
          <w:sz w:val="24"/>
          <w:szCs w:val="24"/>
        </w:rPr>
        <w:t>Flu Clinics hosted by Community Health Services, Main Line Health</w:t>
      </w:r>
      <w:r w:rsidR="00AE3EF7">
        <w:rPr>
          <w:sz w:val="24"/>
          <w:szCs w:val="24"/>
        </w:rPr>
        <w:t>, for those aged 19 and older</w:t>
      </w:r>
    </w:p>
    <w:p w:rsidR="00AE3EF7" w:rsidRPr="00AE3EF7" w:rsidRDefault="00A122AD" w:rsidP="00AE3EF7">
      <w:pPr>
        <w:pStyle w:val="ListParagraph"/>
        <w:ind w:left="1440" w:hanging="1440"/>
        <w:rPr>
          <w:b/>
          <w:sz w:val="24"/>
          <w:szCs w:val="24"/>
        </w:rPr>
      </w:pPr>
      <w:r w:rsidRPr="00AE3EF7">
        <w:rPr>
          <w:b/>
          <w:sz w:val="24"/>
          <w:szCs w:val="24"/>
        </w:rPr>
        <w:t xml:space="preserve">Registration is required to attend one of the below flu clinics.  </w:t>
      </w:r>
    </w:p>
    <w:p w:rsidR="00A122AD" w:rsidRPr="00AE3EF7" w:rsidRDefault="00A122AD" w:rsidP="00AE3EF7">
      <w:pPr>
        <w:pStyle w:val="ListParagraph"/>
        <w:ind w:left="1440" w:hanging="1440"/>
        <w:rPr>
          <w:sz w:val="24"/>
          <w:szCs w:val="24"/>
        </w:rPr>
      </w:pPr>
      <w:r w:rsidRPr="00AE3EF7">
        <w:rPr>
          <w:sz w:val="24"/>
          <w:szCs w:val="24"/>
        </w:rPr>
        <w:t>To register, please call: 1-866.CALL.MLH</w:t>
      </w:r>
    </w:p>
    <w:p w:rsidR="00A122AD" w:rsidRPr="00A122AD" w:rsidRDefault="00A122AD" w:rsidP="00A122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924"/>
        <w:gridCol w:w="4924"/>
      </w:tblGrid>
      <w:tr w:rsidR="00A122AD" w:rsidRPr="00A122AD">
        <w:trPr>
          <w:trHeight w:val="308"/>
        </w:trPr>
        <w:tc>
          <w:tcPr>
            <w:tcW w:w="4924" w:type="dxa"/>
          </w:tcPr>
          <w:p w:rsidR="00A122AD" w:rsidRPr="00A122AD" w:rsidRDefault="00A122AD" w:rsidP="00A122A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A122AD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Wednesday, October 19, 2016 </w:t>
            </w:r>
          </w:p>
          <w:p w:rsidR="00A122AD" w:rsidRPr="00A122AD" w:rsidRDefault="00A122AD" w:rsidP="00A122A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A122AD">
              <w:rPr>
                <w:rFonts w:cs="Arial"/>
                <w:color w:val="000000"/>
                <w:sz w:val="24"/>
                <w:szCs w:val="24"/>
              </w:rPr>
              <w:t xml:space="preserve">9:00 am - 11:30 am | 19 years &amp; older </w:t>
            </w:r>
          </w:p>
        </w:tc>
        <w:tc>
          <w:tcPr>
            <w:tcW w:w="4924" w:type="dxa"/>
          </w:tcPr>
          <w:p w:rsidR="00A122AD" w:rsidRPr="00A122AD" w:rsidRDefault="00A122AD" w:rsidP="00AE3EF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A122AD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PALM Senior Center of Ardmore </w:t>
            </w:r>
            <w:r w:rsidRPr="00A122AD">
              <w:rPr>
                <w:rFonts w:cs="Arial"/>
                <w:color w:val="000000"/>
                <w:sz w:val="24"/>
                <w:szCs w:val="24"/>
              </w:rPr>
              <w:t>117 Ardmore Ave.</w:t>
            </w:r>
            <w:r w:rsidR="00AE3EF7">
              <w:rPr>
                <w:rFonts w:cs="Arial"/>
                <w:color w:val="000000"/>
                <w:sz w:val="24"/>
                <w:szCs w:val="24"/>
              </w:rPr>
              <w:t>,</w:t>
            </w:r>
            <w:r w:rsidRPr="00A122AD">
              <w:rPr>
                <w:rFonts w:cs="Arial"/>
                <w:color w:val="000000"/>
                <w:sz w:val="24"/>
                <w:szCs w:val="24"/>
              </w:rPr>
              <w:t xml:space="preserve"> Ardmore, PA 19003 </w:t>
            </w:r>
          </w:p>
        </w:tc>
      </w:tr>
    </w:tbl>
    <w:p w:rsidR="00A122AD" w:rsidRPr="00A122AD" w:rsidRDefault="00A122AD" w:rsidP="00A122AD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</w:p>
    <w:tbl>
      <w:tblPr>
        <w:tblW w:w="996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981"/>
        <w:gridCol w:w="4981"/>
      </w:tblGrid>
      <w:tr w:rsidR="00A122AD" w:rsidRPr="00A122AD" w:rsidTr="00A122AD">
        <w:trPr>
          <w:trHeight w:val="417"/>
        </w:trPr>
        <w:tc>
          <w:tcPr>
            <w:tcW w:w="4981" w:type="dxa"/>
          </w:tcPr>
          <w:p w:rsidR="00A122AD" w:rsidRPr="00A122AD" w:rsidRDefault="00A122AD" w:rsidP="00A122A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A122AD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Wednesday, October 19, 2016 </w:t>
            </w:r>
          </w:p>
          <w:p w:rsidR="00A122AD" w:rsidRPr="00A122AD" w:rsidRDefault="00A122AD" w:rsidP="00A122A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A122AD">
              <w:rPr>
                <w:rFonts w:cs="Arial"/>
                <w:color w:val="000000"/>
                <w:sz w:val="24"/>
                <w:szCs w:val="24"/>
              </w:rPr>
              <w:t xml:space="preserve">1:00 pm - 3:00 pm | 19 years &amp; older </w:t>
            </w:r>
          </w:p>
        </w:tc>
        <w:tc>
          <w:tcPr>
            <w:tcW w:w="4981" w:type="dxa"/>
          </w:tcPr>
          <w:p w:rsidR="00A122AD" w:rsidRPr="00A122AD" w:rsidRDefault="00A122AD" w:rsidP="00A122A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A122AD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Merion Fire Company of Ardmore </w:t>
            </w:r>
            <w:r w:rsidRPr="00A122AD">
              <w:rPr>
                <w:rFonts w:cs="Arial"/>
                <w:color w:val="000000"/>
                <w:sz w:val="24"/>
                <w:szCs w:val="24"/>
              </w:rPr>
              <w:t>35 Greenfield Avenue</w:t>
            </w:r>
            <w:r w:rsidRPr="00AE3EF7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r w:rsidRPr="00A122AD">
              <w:rPr>
                <w:rFonts w:cs="Arial"/>
                <w:color w:val="000000"/>
                <w:sz w:val="24"/>
                <w:szCs w:val="24"/>
              </w:rPr>
              <w:t xml:space="preserve">Ardmore, PA 19003 </w:t>
            </w:r>
          </w:p>
        </w:tc>
      </w:tr>
    </w:tbl>
    <w:p w:rsidR="00A122AD" w:rsidRPr="00A122AD" w:rsidRDefault="00A122AD" w:rsidP="00A122AD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730"/>
        <w:gridCol w:w="4730"/>
      </w:tblGrid>
      <w:tr w:rsidR="00A122AD" w:rsidRPr="00A122AD">
        <w:trPr>
          <w:trHeight w:val="308"/>
        </w:trPr>
        <w:tc>
          <w:tcPr>
            <w:tcW w:w="4730" w:type="dxa"/>
          </w:tcPr>
          <w:p w:rsidR="00A122AD" w:rsidRPr="00A122AD" w:rsidRDefault="00A122AD" w:rsidP="00A122A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A122AD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Monday, October 31, 2016 </w:t>
            </w:r>
          </w:p>
          <w:p w:rsidR="00A122AD" w:rsidRPr="00A122AD" w:rsidRDefault="00A122AD" w:rsidP="00A122A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A122AD">
              <w:rPr>
                <w:rFonts w:cs="Arial"/>
                <w:color w:val="000000"/>
                <w:sz w:val="24"/>
                <w:szCs w:val="24"/>
              </w:rPr>
              <w:t xml:space="preserve">9:30 am -11:30 am | 19 years &amp; older </w:t>
            </w:r>
          </w:p>
        </w:tc>
        <w:tc>
          <w:tcPr>
            <w:tcW w:w="4730" w:type="dxa"/>
          </w:tcPr>
          <w:p w:rsidR="00A122AD" w:rsidRPr="00A122AD" w:rsidRDefault="00A122AD" w:rsidP="00AE3EF7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AE3EF7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Pr="00A122AD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Upper Merion Senior Center </w:t>
            </w:r>
            <w:r w:rsidRPr="00A122AD">
              <w:rPr>
                <w:rFonts w:cs="Arial"/>
                <w:color w:val="000000"/>
                <w:sz w:val="24"/>
                <w:szCs w:val="24"/>
              </w:rPr>
              <w:t>431 W. Valley Forge</w:t>
            </w:r>
            <w:r w:rsidRPr="00AE3EF7">
              <w:rPr>
                <w:rFonts w:cs="Arial"/>
                <w:color w:val="000000"/>
                <w:sz w:val="24"/>
                <w:szCs w:val="24"/>
              </w:rPr>
              <w:t xml:space="preserve"> Rd, </w:t>
            </w:r>
            <w:r w:rsidRPr="00A122AD">
              <w:rPr>
                <w:rFonts w:cs="Arial"/>
                <w:color w:val="000000"/>
                <w:sz w:val="24"/>
                <w:szCs w:val="24"/>
              </w:rPr>
              <w:t xml:space="preserve">King of Prussia, PA 19406 </w:t>
            </w:r>
          </w:p>
        </w:tc>
      </w:tr>
    </w:tbl>
    <w:p w:rsidR="00A122AD" w:rsidRDefault="00A122AD"/>
    <w:sectPr w:rsidR="00A122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F7F89"/>
    <w:multiLevelType w:val="hybridMultilevel"/>
    <w:tmpl w:val="177E97E0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889460E"/>
    <w:multiLevelType w:val="hybridMultilevel"/>
    <w:tmpl w:val="EEDC21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F50679A"/>
    <w:multiLevelType w:val="hybridMultilevel"/>
    <w:tmpl w:val="A0184B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8BF"/>
    <w:rsid w:val="00182622"/>
    <w:rsid w:val="004618BF"/>
    <w:rsid w:val="007D5494"/>
    <w:rsid w:val="009A36FC"/>
    <w:rsid w:val="00A122AD"/>
    <w:rsid w:val="00AE3EF7"/>
    <w:rsid w:val="00D94BA8"/>
    <w:rsid w:val="00E60074"/>
    <w:rsid w:val="00E82D86"/>
    <w:rsid w:val="00F20660"/>
    <w:rsid w:val="00FA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43810E-85A0-41DF-A1AA-F2D9BB4BD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8262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8262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206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3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rristown20161027.questionpro.com" TargetMode="External"/><Relationship Id="rId5" Type="http://schemas.openxmlformats.org/officeDocument/2006/relationships/hyperlink" Target="https://norristown20161004.questionpr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72D965E</Template>
  <TotalTime>1</TotalTime>
  <Pages>1</Pages>
  <Words>260</Words>
  <Characters>1483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Gill, Donna</cp:lastModifiedBy>
  <cp:revision>2</cp:revision>
  <dcterms:created xsi:type="dcterms:W3CDTF">2016-10-05T11:56:00Z</dcterms:created>
  <dcterms:modified xsi:type="dcterms:W3CDTF">2016-10-05T11:56:00Z</dcterms:modified>
</cp:coreProperties>
</file>